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216" w:rsidRDefault="00083216" w:rsidP="00E327DD">
      <w:pPr>
        <w:pStyle w:val="BodyText3"/>
        <w:widowControl/>
      </w:pPr>
    </w:p>
    <w:p w:rsidR="00421202" w:rsidRDefault="00421202" w:rsidP="00E327DD">
      <w:pPr>
        <w:pStyle w:val="BodyText3"/>
        <w:widowControl/>
      </w:pPr>
    </w:p>
    <w:p w:rsidR="00421202" w:rsidRPr="00045BDF" w:rsidRDefault="00421202" w:rsidP="00E327DD">
      <w:pPr>
        <w:pStyle w:val="BodyText3"/>
        <w:widowControl/>
      </w:pPr>
    </w:p>
    <w:p w:rsidR="002E3CDF" w:rsidRDefault="002E3CDF" w:rsidP="00E643A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E643AF" w:rsidRPr="00045BDF" w:rsidRDefault="00E643AF" w:rsidP="00E643A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  <w:r w:rsidRPr="00045BDF">
        <w:rPr>
          <w:bCs/>
          <w:lang w:eastAsia="en-US"/>
        </w:rPr>
        <w:t xml:space="preserve">Ida </w:t>
      </w:r>
      <w:r w:rsidR="002E252D" w:rsidRPr="00045BDF">
        <w:rPr>
          <w:bCs/>
          <w:lang w:eastAsia="en-US"/>
        </w:rPr>
        <w:t>p</w:t>
      </w:r>
      <w:r w:rsidRPr="00045BDF">
        <w:rPr>
          <w:bCs/>
          <w:lang w:eastAsia="en-US"/>
        </w:rPr>
        <w:t>äästekeskus</w:t>
      </w:r>
      <w:r w:rsidR="002E252D" w:rsidRPr="00045BDF">
        <w:rPr>
          <w:bCs/>
          <w:lang w:eastAsia="en-US"/>
        </w:rPr>
        <w:t xml:space="preserve">                 </w:t>
      </w:r>
      <w:r w:rsidRPr="00045BDF">
        <w:rPr>
          <w:bCs/>
          <w:lang w:eastAsia="en-US"/>
        </w:rPr>
        <w:tab/>
      </w:r>
      <w:r w:rsidRPr="00045BDF">
        <w:rPr>
          <w:bCs/>
          <w:lang w:eastAsia="en-US"/>
        </w:rPr>
        <w:tab/>
      </w:r>
      <w:r w:rsidRPr="00045BDF">
        <w:rPr>
          <w:bCs/>
          <w:lang w:eastAsia="en-US"/>
        </w:rPr>
        <w:tab/>
      </w:r>
      <w:r w:rsidRPr="00045BDF">
        <w:rPr>
          <w:bCs/>
          <w:lang w:eastAsia="en-US"/>
        </w:rPr>
        <w:tab/>
      </w:r>
      <w:r w:rsidR="00595CF7">
        <w:rPr>
          <w:bCs/>
          <w:lang w:eastAsia="en-US"/>
        </w:rPr>
        <w:t xml:space="preserve">             Teie 01.12.2017 nr </w:t>
      </w:r>
      <w:r w:rsidR="00595CF7" w:rsidRPr="002E3CDF">
        <w:rPr>
          <w:bCs/>
          <w:lang w:eastAsia="en-US"/>
        </w:rPr>
        <w:t>7.2-6.4/2356</w:t>
      </w:r>
    </w:p>
    <w:p w:rsidR="00E643AF" w:rsidRPr="00045BDF" w:rsidRDefault="00ED7648" w:rsidP="00E643A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  <w:r w:rsidRPr="00045BDF">
        <w:rPr>
          <w:bCs/>
          <w:lang w:eastAsia="en-US"/>
        </w:rPr>
        <w:t>O</w:t>
      </w:r>
      <w:r w:rsidR="00E643AF" w:rsidRPr="00045BDF">
        <w:rPr>
          <w:bCs/>
          <w:lang w:eastAsia="en-US"/>
        </w:rPr>
        <w:t>hutus</w:t>
      </w:r>
      <w:r w:rsidRPr="00045BDF">
        <w:rPr>
          <w:bCs/>
          <w:lang w:eastAsia="en-US"/>
        </w:rPr>
        <w:t>järelevalve</w:t>
      </w:r>
      <w:r w:rsidR="00E643AF" w:rsidRPr="00045BDF">
        <w:rPr>
          <w:bCs/>
          <w:lang w:eastAsia="en-US"/>
        </w:rPr>
        <w:t xml:space="preserve"> </w:t>
      </w:r>
      <w:r w:rsidR="004F6C93" w:rsidRPr="00045BDF">
        <w:rPr>
          <w:bCs/>
          <w:lang w:eastAsia="en-US"/>
        </w:rPr>
        <w:t>b</w:t>
      </w:r>
      <w:r w:rsidR="00E643AF" w:rsidRPr="00045BDF">
        <w:rPr>
          <w:bCs/>
          <w:lang w:eastAsia="en-US"/>
        </w:rPr>
        <w:t xml:space="preserve">üroo          </w:t>
      </w:r>
      <w:r w:rsidR="00E643AF" w:rsidRPr="00045BDF">
        <w:rPr>
          <w:bCs/>
          <w:lang w:eastAsia="en-US"/>
        </w:rPr>
        <w:tab/>
      </w:r>
      <w:r w:rsidR="00E643AF" w:rsidRPr="00045BDF">
        <w:rPr>
          <w:bCs/>
          <w:lang w:eastAsia="en-US"/>
        </w:rPr>
        <w:tab/>
      </w:r>
      <w:r w:rsidR="00E643AF" w:rsidRPr="00045BDF">
        <w:rPr>
          <w:bCs/>
          <w:lang w:eastAsia="en-US"/>
        </w:rPr>
        <w:tab/>
      </w:r>
    </w:p>
    <w:p w:rsidR="00E643AF" w:rsidRPr="00045BDF" w:rsidRDefault="00E643AF" w:rsidP="00E643A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  <w:r w:rsidRPr="00045BDF">
        <w:rPr>
          <w:bCs/>
          <w:lang w:eastAsia="en-US"/>
        </w:rPr>
        <w:t>Rahu 38</w:t>
      </w:r>
      <w:r w:rsidRPr="00045BDF">
        <w:rPr>
          <w:bCs/>
          <w:lang w:eastAsia="en-US"/>
        </w:rPr>
        <w:tab/>
      </w:r>
      <w:r w:rsidRPr="00045BDF">
        <w:rPr>
          <w:bCs/>
          <w:lang w:eastAsia="en-US"/>
        </w:rPr>
        <w:tab/>
        <w:t xml:space="preserve"> </w:t>
      </w:r>
      <w:r w:rsidR="00E15FE3" w:rsidRPr="00045BDF">
        <w:rPr>
          <w:bCs/>
          <w:lang w:eastAsia="en-US"/>
        </w:rPr>
        <w:tab/>
      </w:r>
      <w:r w:rsidR="00E15FE3" w:rsidRPr="00045BDF">
        <w:rPr>
          <w:bCs/>
          <w:lang w:eastAsia="en-US"/>
        </w:rPr>
        <w:tab/>
      </w:r>
      <w:r w:rsidR="00E15FE3" w:rsidRPr="00045BDF">
        <w:rPr>
          <w:bCs/>
          <w:lang w:eastAsia="en-US"/>
        </w:rPr>
        <w:tab/>
      </w:r>
      <w:r w:rsidR="00E15FE3" w:rsidRPr="00045BDF">
        <w:rPr>
          <w:bCs/>
          <w:lang w:eastAsia="en-US"/>
        </w:rPr>
        <w:tab/>
      </w:r>
      <w:r w:rsidR="002E3CDF">
        <w:rPr>
          <w:bCs/>
          <w:lang w:eastAsia="en-US"/>
        </w:rPr>
        <w:t xml:space="preserve"> </w:t>
      </w:r>
      <w:r w:rsidR="00595CF7">
        <w:rPr>
          <w:bCs/>
          <w:lang w:eastAsia="en-US"/>
        </w:rPr>
        <w:t xml:space="preserve">        </w:t>
      </w:r>
      <w:r w:rsidR="002E3CDF">
        <w:rPr>
          <w:bCs/>
          <w:lang w:eastAsia="en-US"/>
        </w:rPr>
        <w:t xml:space="preserve">   </w:t>
      </w:r>
      <w:r w:rsidR="00595CF7">
        <w:rPr>
          <w:bCs/>
          <w:lang w:eastAsia="en-US"/>
        </w:rPr>
        <w:t xml:space="preserve"> Meie</w:t>
      </w:r>
      <w:r w:rsidR="002E3CDF">
        <w:rPr>
          <w:bCs/>
          <w:lang w:eastAsia="en-US"/>
        </w:rPr>
        <w:t xml:space="preserve"> </w:t>
      </w:r>
      <w:r w:rsidR="002E3CDF" w:rsidRPr="0085032E">
        <w:rPr>
          <w:bCs/>
          <w:lang w:eastAsia="en-US"/>
        </w:rPr>
        <w:t>2</w:t>
      </w:r>
      <w:r w:rsidR="0085032E" w:rsidRPr="0085032E">
        <w:rPr>
          <w:bCs/>
          <w:lang w:eastAsia="en-US"/>
        </w:rPr>
        <w:t>3</w:t>
      </w:r>
      <w:r w:rsidR="00E15FE3" w:rsidRPr="0085032E">
        <w:rPr>
          <w:bCs/>
          <w:lang w:eastAsia="en-US"/>
        </w:rPr>
        <w:t>.</w:t>
      </w:r>
      <w:r w:rsidR="002E3CDF" w:rsidRPr="0085032E">
        <w:rPr>
          <w:bCs/>
          <w:lang w:eastAsia="en-US"/>
        </w:rPr>
        <w:t>0</w:t>
      </w:r>
      <w:r w:rsidR="00870033" w:rsidRPr="0085032E">
        <w:rPr>
          <w:bCs/>
          <w:lang w:eastAsia="en-US"/>
        </w:rPr>
        <w:t>2</w:t>
      </w:r>
      <w:r w:rsidR="00E15FE3" w:rsidRPr="0085032E">
        <w:rPr>
          <w:bCs/>
          <w:lang w:eastAsia="en-US"/>
        </w:rPr>
        <w:t>.201</w:t>
      </w:r>
      <w:r w:rsidR="002E3CDF" w:rsidRPr="0085032E">
        <w:rPr>
          <w:bCs/>
          <w:lang w:eastAsia="en-US"/>
        </w:rPr>
        <w:t>8</w:t>
      </w:r>
      <w:r w:rsidR="00E15FE3" w:rsidRPr="00045BDF">
        <w:rPr>
          <w:bCs/>
          <w:lang w:eastAsia="en-US"/>
        </w:rPr>
        <w:t xml:space="preserve"> nr </w:t>
      </w:r>
      <w:r w:rsidR="00595CF7">
        <w:rPr>
          <w:bCs/>
          <w:lang w:eastAsia="en-US"/>
        </w:rPr>
        <w:t>1-7/12437-2</w:t>
      </w:r>
    </w:p>
    <w:p w:rsidR="00E643AF" w:rsidRPr="00045BDF" w:rsidRDefault="00E643AF" w:rsidP="00E643A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  <w:r w:rsidRPr="00045BDF">
        <w:rPr>
          <w:bCs/>
          <w:lang w:eastAsia="en-US"/>
        </w:rPr>
        <w:t>41532 JÕHVI</w:t>
      </w:r>
    </w:p>
    <w:p w:rsidR="00E643AF" w:rsidRPr="00045BDF" w:rsidRDefault="00550987" w:rsidP="00E643A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  <w:r w:rsidRPr="00045BDF">
        <w:rPr>
          <w:bCs/>
          <w:lang w:eastAsia="en-US"/>
        </w:rPr>
        <w:t>kirill.svjatinski@rescue.ee</w:t>
      </w:r>
    </w:p>
    <w:p w:rsidR="00E643AF" w:rsidRPr="00045BDF" w:rsidRDefault="00E643AF" w:rsidP="00E643A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E643AF" w:rsidRPr="00045BDF" w:rsidRDefault="00E643AF" w:rsidP="00E643A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E643AF" w:rsidRPr="00045BDF" w:rsidRDefault="00E643AF" w:rsidP="00E643A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2E3CDF" w:rsidRDefault="002E3CDF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2E3CDF" w:rsidRDefault="002E3CDF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2E3CDF" w:rsidRPr="002E3CDF" w:rsidRDefault="00CE0FB4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  <w:r>
        <w:rPr>
          <w:bCs/>
          <w:lang w:eastAsia="en-US"/>
        </w:rPr>
        <w:t>Taotlus ettekirjutuse peatamiseks</w:t>
      </w:r>
      <w:r w:rsidR="002E3CDF" w:rsidRPr="002E3CDF">
        <w:rPr>
          <w:bCs/>
          <w:lang w:eastAsia="en-US"/>
        </w:rPr>
        <w:t xml:space="preserve">  </w:t>
      </w:r>
    </w:p>
    <w:p w:rsidR="002E3CDF" w:rsidRPr="002E3CDF" w:rsidRDefault="002E3CDF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2E3CDF" w:rsidRPr="002E3CDF" w:rsidRDefault="002E3CDF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2E3CDF" w:rsidRPr="002E3CDF" w:rsidRDefault="002E3CDF" w:rsidP="00CE0FB4">
      <w:pPr>
        <w:widowControl/>
        <w:suppressAutoHyphens w:val="0"/>
        <w:spacing w:line="240" w:lineRule="atLeast"/>
        <w:ind w:right="454"/>
        <w:jc w:val="both"/>
        <w:rPr>
          <w:bCs/>
          <w:lang w:eastAsia="en-US"/>
        </w:rPr>
      </w:pPr>
      <w:r w:rsidRPr="002E3CDF">
        <w:rPr>
          <w:bCs/>
          <w:lang w:eastAsia="en-US"/>
        </w:rPr>
        <w:t>Ida päästekeskuse ohutusjärelevalve büroo  ettekirjutuse  nr  7.2-6.4/2356 punkti 1 kohaselt on Narva Linnavalitsuse Linnamajandusamet kui Malmi 5a asuva hoone bilansiline valdaja kohustatud korraldama hoones ventilatsioonisüsteemi puhastamise ja hoolduse hiljemalt 01.06.2018.</w:t>
      </w:r>
      <w:r w:rsidR="00CE0FB4">
        <w:rPr>
          <w:bCs/>
          <w:lang w:eastAsia="en-US"/>
        </w:rPr>
        <w:t xml:space="preserve"> </w:t>
      </w:r>
      <w:r w:rsidRPr="002E3CDF">
        <w:rPr>
          <w:bCs/>
          <w:lang w:eastAsia="en-US"/>
        </w:rPr>
        <w:t>a; punkti 2 kohaselt tagama hoone sundventilatsioonisüsteemi automaatse väljalülitumise ATS keskseadme poolt tulekahjualarmi väljastamisel; punkti 3 kohaselt tagama hoone evakuatsioonivalgustuse regulaarse kontrolli; punkti 4 kohaselt tutvustama töötajatele tuleohutusnõudeid lähtuvalt nende töö iseloomust ja kohast; punkti 5 kohaselt paigaldama hoone kolmandale korrusele 6 kg tulekustutusaine massiga tulekustuti. Ettekirjutuste  mittetäitmisel rakendatakse Linnamajandusameti suhtes sunniraha kogusummas 660 eurot.</w:t>
      </w:r>
    </w:p>
    <w:p w:rsidR="002E3CDF" w:rsidRPr="002E3CDF" w:rsidRDefault="002E3CDF" w:rsidP="00CE0FB4">
      <w:pPr>
        <w:widowControl/>
        <w:suppressAutoHyphens w:val="0"/>
        <w:spacing w:line="240" w:lineRule="atLeast"/>
        <w:ind w:right="454"/>
        <w:jc w:val="both"/>
        <w:rPr>
          <w:bCs/>
          <w:lang w:eastAsia="en-US"/>
        </w:rPr>
      </w:pPr>
    </w:p>
    <w:p w:rsidR="002E3CDF" w:rsidRPr="00914F71" w:rsidRDefault="008B70E7" w:rsidP="00CE0FB4">
      <w:pPr>
        <w:widowControl/>
        <w:suppressAutoHyphens w:val="0"/>
        <w:spacing w:line="240" w:lineRule="atLeast"/>
        <w:ind w:right="454"/>
        <w:jc w:val="both"/>
        <w:rPr>
          <w:bCs/>
          <w:lang w:eastAsia="en-US"/>
        </w:rPr>
      </w:pPr>
      <w:r w:rsidRPr="00914F71">
        <w:rPr>
          <w:bCs/>
          <w:lang w:eastAsia="en-US"/>
        </w:rPr>
        <w:t xml:space="preserve">01.02.2018. a </w:t>
      </w:r>
      <w:r w:rsidRPr="00914F71">
        <w:t xml:space="preserve">tagastati </w:t>
      </w:r>
      <w:r w:rsidR="002E3CDF" w:rsidRPr="00914F71">
        <w:rPr>
          <w:bCs/>
          <w:lang w:eastAsia="en-US"/>
        </w:rPr>
        <w:t>Malmi 5a asuv hoone</w:t>
      </w:r>
      <w:r w:rsidR="006035EC" w:rsidRPr="00914F71">
        <w:t xml:space="preserve"> </w:t>
      </w:r>
      <w:r w:rsidR="006035EC" w:rsidRPr="00914F71">
        <w:rPr>
          <w:bCs/>
          <w:lang w:eastAsia="en-US"/>
        </w:rPr>
        <w:t>Narva Linnavalitsuse Linnamajandusamet</w:t>
      </w:r>
      <w:r w:rsidR="00CE0FB4" w:rsidRPr="00914F71">
        <w:rPr>
          <w:bCs/>
          <w:lang w:eastAsia="en-US"/>
        </w:rPr>
        <w:t>ile</w:t>
      </w:r>
      <w:r w:rsidR="002E3CDF" w:rsidRPr="00914F71">
        <w:rPr>
          <w:bCs/>
          <w:lang w:eastAsia="en-US"/>
        </w:rPr>
        <w:t xml:space="preserve">, </w:t>
      </w:r>
      <w:r w:rsidR="00CE0FB4" w:rsidRPr="00914F71">
        <w:rPr>
          <w:bCs/>
          <w:lang w:eastAsia="en-US"/>
        </w:rPr>
        <w:t xml:space="preserve">sellest ajast </w:t>
      </w:r>
      <w:r w:rsidR="002E3CDF" w:rsidRPr="00914F71">
        <w:rPr>
          <w:bCs/>
          <w:lang w:eastAsia="en-US"/>
        </w:rPr>
        <w:t xml:space="preserve">ei ole </w:t>
      </w:r>
      <w:r w:rsidR="00CE0FB4" w:rsidRPr="00914F71">
        <w:rPr>
          <w:bCs/>
          <w:lang w:eastAsia="en-US"/>
        </w:rPr>
        <w:t xml:space="preserve">hoone enam </w:t>
      </w:r>
      <w:r w:rsidR="002E3CDF" w:rsidRPr="00914F71">
        <w:rPr>
          <w:bCs/>
          <w:lang w:eastAsia="en-US"/>
        </w:rPr>
        <w:t>kasutuse</w:t>
      </w:r>
      <w:r w:rsidR="00CE0FB4" w:rsidRPr="00914F71">
        <w:rPr>
          <w:bCs/>
          <w:lang w:eastAsia="en-US"/>
        </w:rPr>
        <w:t>s</w:t>
      </w:r>
      <w:r w:rsidR="002E3CDF" w:rsidRPr="00914F71">
        <w:rPr>
          <w:bCs/>
          <w:lang w:eastAsia="en-US"/>
        </w:rPr>
        <w:t xml:space="preserve"> ja seisab tühjana. Ülaltoodust lähtudes </w:t>
      </w:r>
      <w:r w:rsidR="00CE0FB4" w:rsidRPr="00914F71">
        <w:rPr>
          <w:bCs/>
          <w:lang w:eastAsia="en-US"/>
        </w:rPr>
        <w:t xml:space="preserve">palume </w:t>
      </w:r>
      <w:r w:rsidR="002E3CDF" w:rsidRPr="00914F71">
        <w:rPr>
          <w:bCs/>
          <w:lang w:eastAsia="en-US"/>
        </w:rPr>
        <w:t>peatada antud hoone suhtes  kehti</w:t>
      </w:r>
      <w:r w:rsidR="00CE0FB4" w:rsidRPr="00914F71">
        <w:rPr>
          <w:bCs/>
          <w:lang w:eastAsia="en-US"/>
        </w:rPr>
        <w:t>v</w:t>
      </w:r>
      <w:r w:rsidR="002E3CDF" w:rsidRPr="00914F71">
        <w:rPr>
          <w:bCs/>
          <w:lang w:eastAsia="en-US"/>
        </w:rPr>
        <w:t xml:space="preserve">  ettekirjutu</w:t>
      </w:r>
      <w:r w:rsidR="00CE0FB4" w:rsidRPr="00914F71">
        <w:rPr>
          <w:bCs/>
          <w:lang w:eastAsia="en-US"/>
        </w:rPr>
        <w:t>s</w:t>
      </w:r>
      <w:r w:rsidR="002E3CDF" w:rsidRPr="00914F71">
        <w:rPr>
          <w:bCs/>
          <w:lang w:eastAsia="en-US"/>
        </w:rPr>
        <w:t xml:space="preserve"> ning mitte määrata trahvisanktsioone. </w:t>
      </w:r>
    </w:p>
    <w:p w:rsidR="002E3CDF" w:rsidRPr="00914F71" w:rsidRDefault="002E3CDF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8833CD" w:rsidRPr="002E3CDF" w:rsidRDefault="008833CD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2E3CDF" w:rsidRPr="002E3CDF" w:rsidRDefault="002E3CDF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  <w:r w:rsidRPr="002E3CDF">
        <w:rPr>
          <w:bCs/>
          <w:lang w:eastAsia="en-US"/>
        </w:rPr>
        <w:t>Lugupidamisega</w:t>
      </w:r>
    </w:p>
    <w:p w:rsidR="002E3CDF" w:rsidRDefault="002E3CDF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  <w:r w:rsidRPr="002E3CDF">
        <w:rPr>
          <w:bCs/>
          <w:lang w:eastAsia="en-US"/>
        </w:rPr>
        <w:t xml:space="preserve"> </w:t>
      </w:r>
    </w:p>
    <w:p w:rsidR="002E3CDF" w:rsidRPr="002E3CDF" w:rsidRDefault="002E3CDF" w:rsidP="002E3CDF">
      <w:pPr>
        <w:widowControl/>
        <w:suppressAutoHyphens w:val="0"/>
        <w:spacing w:line="240" w:lineRule="atLeast"/>
        <w:jc w:val="both"/>
        <w:rPr>
          <w:bCs/>
          <w:i/>
          <w:lang w:eastAsia="en-US"/>
        </w:rPr>
      </w:pPr>
      <w:r w:rsidRPr="002E3CDF">
        <w:rPr>
          <w:bCs/>
          <w:i/>
          <w:lang w:eastAsia="en-US"/>
        </w:rPr>
        <w:t>/allkirjastatud digitaalselt/</w:t>
      </w:r>
    </w:p>
    <w:p w:rsidR="002E3CDF" w:rsidRPr="002E3CDF" w:rsidRDefault="002E3CDF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</w:p>
    <w:p w:rsidR="002E3CDF" w:rsidRPr="002E3CDF" w:rsidRDefault="002E3CDF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  <w:r w:rsidRPr="002E3CDF">
        <w:rPr>
          <w:bCs/>
          <w:lang w:eastAsia="en-US"/>
        </w:rPr>
        <w:t xml:space="preserve">Jelena </w:t>
      </w:r>
      <w:proofErr w:type="spellStart"/>
      <w:r w:rsidRPr="002E3CDF">
        <w:rPr>
          <w:bCs/>
          <w:lang w:eastAsia="en-US"/>
        </w:rPr>
        <w:t>Skulatšova</w:t>
      </w:r>
      <w:proofErr w:type="spellEnd"/>
    </w:p>
    <w:p w:rsidR="00C335C9" w:rsidRPr="00045BDF" w:rsidRDefault="002E3CDF" w:rsidP="002E3CDF">
      <w:pPr>
        <w:widowControl/>
        <w:suppressAutoHyphens w:val="0"/>
        <w:spacing w:line="240" w:lineRule="atLeast"/>
        <w:jc w:val="both"/>
        <w:rPr>
          <w:bCs/>
          <w:lang w:eastAsia="en-US"/>
        </w:rPr>
      </w:pPr>
      <w:r w:rsidRPr="002E3CDF">
        <w:rPr>
          <w:bCs/>
          <w:lang w:eastAsia="en-US"/>
        </w:rPr>
        <w:t>direktor</w:t>
      </w:r>
    </w:p>
    <w:p w:rsidR="00C335C9" w:rsidRPr="00045BDF" w:rsidRDefault="00C335C9" w:rsidP="00C335C9">
      <w:pPr>
        <w:widowControl/>
        <w:suppressAutoHyphens w:val="0"/>
        <w:spacing w:line="240" w:lineRule="atLeast"/>
        <w:jc w:val="both"/>
        <w:rPr>
          <w:lang w:eastAsia="en-US"/>
        </w:rPr>
      </w:pPr>
    </w:p>
    <w:p w:rsidR="00C335C9" w:rsidRPr="00045BDF" w:rsidRDefault="00C335C9" w:rsidP="00C335C9">
      <w:pPr>
        <w:widowControl/>
        <w:suppressAutoHyphens w:val="0"/>
        <w:spacing w:line="240" w:lineRule="atLeast"/>
        <w:jc w:val="both"/>
        <w:rPr>
          <w:lang w:eastAsia="en-US"/>
        </w:rPr>
      </w:pPr>
    </w:p>
    <w:p w:rsidR="002E3CDF" w:rsidRDefault="002E3CDF" w:rsidP="00C335C9">
      <w:pPr>
        <w:widowControl/>
        <w:suppressAutoHyphens w:val="0"/>
        <w:spacing w:line="240" w:lineRule="atLeast"/>
        <w:jc w:val="both"/>
        <w:rPr>
          <w:lang w:eastAsia="en-US"/>
        </w:rPr>
      </w:pPr>
    </w:p>
    <w:p w:rsidR="00CE0FB4" w:rsidRDefault="00CE0FB4" w:rsidP="00C335C9">
      <w:pPr>
        <w:widowControl/>
        <w:suppressAutoHyphens w:val="0"/>
        <w:spacing w:line="240" w:lineRule="atLeast"/>
        <w:jc w:val="both"/>
        <w:rPr>
          <w:lang w:eastAsia="en-US"/>
        </w:rPr>
      </w:pPr>
    </w:p>
    <w:p w:rsidR="00CE0FB4" w:rsidRDefault="00CE0FB4" w:rsidP="00C335C9">
      <w:pPr>
        <w:widowControl/>
        <w:suppressAutoHyphens w:val="0"/>
        <w:spacing w:line="240" w:lineRule="atLeast"/>
        <w:jc w:val="both"/>
        <w:rPr>
          <w:lang w:eastAsia="en-US"/>
        </w:rPr>
      </w:pPr>
    </w:p>
    <w:p w:rsidR="00CE0FB4" w:rsidRDefault="00CE0FB4" w:rsidP="00C335C9">
      <w:pPr>
        <w:widowControl/>
        <w:suppressAutoHyphens w:val="0"/>
        <w:spacing w:line="240" w:lineRule="atLeast"/>
        <w:jc w:val="both"/>
        <w:rPr>
          <w:lang w:eastAsia="en-US"/>
        </w:rPr>
      </w:pPr>
    </w:p>
    <w:p w:rsidR="00CE0FB4" w:rsidRDefault="00CE0FB4" w:rsidP="00C335C9">
      <w:pPr>
        <w:widowControl/>
        <w:suppressAutoHyphens w:val="0"/>
        <w:spacing w:line="240" w:lineRule="atLeast"/>
        <w:jc w:val="both"/>
        <w:rPr>
          <w:lang w:eastAsia="en-US"/>
        </w:rPr>
      </w:pPr>
    </w:p>
    <w:p w:rsidR="00C335C9" w:rsidRPr="00045BDF" w:rsidRDefault="00C335C9" w:rsidP="00C335C9">
      <w:pPr>
        <w:widowControl/>
        <w:suppressAutoHyphens w:val="0"/>
        <w:spacing w:line="240" w:lineRule="atLeast"/>
        <w:jc w:val="both"/>
        <w:rPr>
          <w:lang w:eastAsia="en-US"/>
        </w:rPr>
      </w:pPr>
      <w:bookmarkStart w:id="0" w:name="_GoBack"/>
      <w:bookmarkEnd w:id="0"/>
    </w:p>
    <w:p w:rsidR="00C335C9" w:rsidRPr="00045BDF" w:rsidRDefault="00636A29" w:rsidP="00C335C9">
      <w:pPr>
        <w:widowControl/>
        <w:suppressAutoHyphens w:val="0"/>
        <w:spacing w:line="240" w:lineRule="atLeast"/>
        <w:jc w:val="both"/>
        <w:rPr>
          <w:lang w:eastAsia="en-US"/>
        </w:rPr>
      </w:pPr>
      <w:r w:rsidRPr="00045BDF">
        <w:rPr>
          <w:lang w:eastAsia="en-US"/>
        </w:rPr>
        <w:t xml:space="preserve">Andrei </w:t>
      </w:r>
      <w:proofErr w:type="spellStart"/>
      <w:r w:rsidRPr="00045BDF">
        <w:rPr>
          <w:lang w:eastAsia="en-US"/>
        </w:rPr>
        <w:t>Korol</w:t>
      </w:r>
      <w:proofErr w:type="spellEnd"/>
      <w:r w:rsidRPr="00045BDF">
        <w:rPr>
          <w:lang w:eastAsia="en-US"/>
        </w:rPr>
        <w:t xml:space="preserve"> 359 9197</w:t>
      </w:r>
    </w:p>
    <w:p w:rsidR="00E327DD" w:rsidRPr="00045BDF" w:rsidRDefault="00AB4FBC" w:rsidP="00A9694E">
      <w:pPr>
        <w:widowControl/>
        <w:suppressAutoHyphens w:val="0"/>
      </w:pPr>
      <w:hyperlink r:id="rId8" w:history="1">
        <w:r w:rsidR="00636A29" w:rsidRPr="00045BDF">
          <w:rPr>
            <w:rStyle w:val="Hyperlink"/>
            <w:color w:val="auto"/>
            <w:u w:val="none"/>
            <w:lang w:val="en-GB" w:eastAsia="en-US"/>
          </w:rPr>
          <w:t>andrei.korol@narva.ee</w:t>
        </w:r>
      </w:hyperlink>
      <w:r w:rsidR="00C335C9" w:rsidRPr="00045BDF">
        <w:rPr>
          <w:lang w:val="en-GB" w:eastAsia="en-US"/>
        </w:rPr>
        <w:t xml:space="preserve"> </w:t>
      </w:r>
    </w:p>
    <w:sectPr w:rsidR="00E327DD" w:rsidRPr="00045BDF" w:rsidSect="00B85D70">
      <w:headerReference w:type="default" r:id="rId9"/>
      <w:footerReference w:type="default" r:id="rId10"/>
      <w:pgSz w:w="11907" w:h="16839" w:code="9"/>
      <w:pgMar w:top="567" w:right="680" w:bottom="567" w:left="1701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FBC" w:rsidRDefault="00AB4FBC">
      <w:r>
        <w:separator/>
      </w:r>
    </w:p>
  </w:endnote>
  <w:endnote w:type="continuationSeparator" w:id="0">
    <w:p w:rsidR="00AB4FBC" w:rsidRDefault="00AB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DD" w:rsidRPr="003C1D3E" w:rsidRDefault="00C5713A" w:rsidP="00E327DD">
    <w:pPr>
      <w:ind w:right="-851"/>
      <w:rPr>
        <w:rFonts w:ascii="Calibri" w:hAnsi="Calibri"/>
        <w:sz w:val="22"/>
        <w:szCs w:val="22"/>
        <w:lang w:val="en-US"/>
      </w:rPr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25BF3E4" wp14:editId="1CA823A8">
              <wp:simplePos x="0" y="0"/>
              <wp:positionH relativeFrom="column">
                <wp:posOffset>-42545</wp:posOffset>
              </wp:positionH>
              <wp:positionV relativeFrom="paragraph">
                <wp:posOffset>-67945</wp:posOffset>
              </wp:positionV>
              <wp:extent cx="5934075" cy="635"/>
              <wp:effectExtent l="0" t="0" r="9525" b="374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-5.35pt" to="463.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" o:allowincell="f" strokeweight="1pt">
              <v:stroke startarrowwidth="narrow" startarrowlength="short" endarrowwidth="narrow" endarrowlength="short"/>
            </v:line>
          </w:pict>
        </mc:Fallback>
      </mc:AlternateContent>
    </w:r>
    <w:proofErr w:type="spellStart"/>
    <w:r w:rsidR="00E327DD" w:rsidRPr="003C1D3E">
      <w:rPr>
        <w:rFonts w:ascii="Calibri" w:hAnsi="Calibri"/>
        <w:sz w:val="22"/>
        <w:szCs w:val="22"/>
        <w:lang w:val="en-US"/>
      </w:rPr>
      <w:t>Peetri</w:t>
    </w:r>
    <w:proofErr w:type="spellEnd"/>
    <w:r w:rsidR="00E327DD" w:rsidRPr="003C1D3E">
      <w:rPr>
        <w:rFonts w:ascii="Calibri" w:hAnsi="Calibri"/>
        <w:sz w:val="22"/>
        <w:szCs w:val="22"/>
        <w:lang w:val="en-US"/>
      </w:rPr>
      <w:t xml:space="preserve"> plats 3</w:t>
    </w:r>
    <w:r w:rsidR="00E327DD" w:rsidRPr="003C1D3E">
      <w:rPr>
        <w:rFonts w:ascii="Calibri" w:hAnsi="Calibri"/>
        <w:sz w:val="22"/>
        <w:szCs w:val="22"/>
        <w:lang w:val="en-US"/>
      </w:rPr>
      <w:tab/>
    </w:r>
    <w:r w:rsidR="00E327DD" w:rsidRPr="003C1D3E">
      <w:rPr>
        <w:rFonts w:ascii="Calibri" w:hAnsi="Calibri"/>
        <w:sz w:val="22"/>
        <w:szCs w:val="22"/>
        <w:lang w:val="en-US"/>
      </w:rPr>
      <w:tab/>
    </w:r>
    <w:r w:rsidR="00E327DD" w:rsidRPr="003C1D3E">
      <w:rPr>
        <w:rFonts w:ascii="Calibri" w:hAnsi="Calibri"/>
        <w:sz w:val="22"/>
        <w:szCs w:val="22"/>
        <w:lang w:val="en-US"/>
      </w:rPr>
      <w:tab/>
    </w:r>
    <w:proofErr w:type="spellStart"/>
    <w:r w:rsidR="00E327DD" w:rsidRPr="003C1D3E">
      <w:rPr>
        <w:rFonts w:ascii="Calibri" w:hAnsi="Calibri"/>
        <w:sz w:val="22"/>
        <w:szCs w:val="22"/>
        <w:lang w:val="en-US"/>
      </w:rPr>
      <w:t>tel</w:t>
    </w:r>
    <w:proofErr w:type="spellEnd"/>
    <w:r w:rsidR="00E327DD" w:rsidRPr="003C1D3E">
      <w:rPr>
        <w:rFonts w:ascii="Calibri" w:hAnsi="Calibri"/>
        <w:sz w:val="22"/>
        <w:szCs w:val="22"/>
        <w:lang w:val="en-US"/>
      </w:rPr>
      <w:t xml:space="preserve"> 35 99 155</w:t>
    </w:r>
    <w:r w:rsidR="00E327DD" w:rsidRPr="003C1D3E">
      <w:rPr>
        <w:rFonts w:ascii="Calibri" w:hAnsi="Calibri"/>
        <w:sz w:val="22"/>
        <w:szCs w:val="22"/>
        <w:lang w:val="en-US"/>
      </w:rPr>
      <w:tab/>
    </w:r>
    <w:r w:rsidR="00E327DD" w:rsidRPr="003C1D3E">
      <w:rPr>
        <w:rFonts w:ascii="Calibri" w:hAnsi="Calibri"/>
        <w:sz w:val="22"/>
        <w:szCs w:val="22"/>
        <w:lang w:val="en-US"/>
      </w:rPr>
      <w:tab/>
    </w:r>
    <w:r w:rsidR="00E327DD" w:rsidRPr="003C1D3E">
      <w:rPr>
        <w:rFonts w:ascii="Calibri" w:hAnsi="Calibri"/>
        <w:sz w:val="22"/>
        <w:szCs w:val="22"/>
        <w:lang w:val="en-US"/>
      </w:rPr>
      <w:tab/>
    </w:r>
    <w:r w:rsidR="00E327DD" w:rsidRPr="003C1D3E">
      <w:rPr>
        <w:rFonts w:ascii="Calibri" w:hAnsi="Calibri"/>
        <w:sz w:val="22"/>
        <w:szCs w:val="22"/>
        <w:lang w:val="en-US"/>
      </w:rPr>
      <w:tab/>
      <w:t>a/a EE101010220258554220</w:t>
    </w:r>
  </w:p>
  <w:p w:rsidR="00E327DD" w:rsidRPr="003C1D3E" w:rsidRDefault="00E327DD" w:rsidP="00E327DD">
    <w:pPr>
      <w:rPr>
        <w:rFonts w:ascii="Calibri" w:hAnsi="Calibri"/>
        <w:sz w:val="22"/>
        <w:szCs w:val="22"/>
        <w:lang w:val="fi-FI"/>
      </w:rPr>
    </w:pPr>
    <w:r w:rsidRPr="003C1D3E">
      <w:rPr>
        <w:rFonts w:ascii="Calibri" w:hAnsi="Calibri"/>
        <w:sz w:val="22"/>
        <w:szCs w:val="22"/>
        <w:lang w:val="fi-FI"/>
      </w:rPr>
      <w:t xml:space="preserve">20308 </w:t>
    </w:r>
    <w:proofErr w:type="spellStart"/>
    <w:r w:rsidRPr="003C1D3E">
      <w:rPr>
        <w:rFonts w:ascii="Calibri" w:hAnsi="Calibri"/>
        <w:sz w:val="22"/>
        <w:szCs w:val="22"/>
        <w:lang w:val="fi-FI"/>
      </w:rPr>
      <w:t>Narva</w:t>
    </w:r>
    <w:proofErr w:type="spellEnd"/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</w:r>
    <w:proofErr w:type="spellStart"/>
    <w:r w:rsidRPr="003C1D3E">
      <w:rPr>
        <w:rFonts w:ascii="Calibri" w:hAnsi="Calibri"/>
        <w:sz w:val="22"/>
        <w:szCs w:val="22"/>
        <w:lang w:val="fi-FI"/>
      </w:rPr>
      <w:t>e-</w:t>
    </w:r>
    <w:proofErr w:type="gramStart"/>
    <w:r w:rsidR="00F73B73">
      <w:rPr>
        <w:rFonts w:ascii="Calibri" w:hAnsi="Calibri"/>
        <w:sz w:val="22"/>
        <w:szCs w:val="22"/>
        <w:lang w:val="fi-FI"/>
      </w:rPr>
      <w:t>post</w:t>
    </w:r>
    <w:proofErr w:type="spellEnd"/>
    <w:r w:rsidR="00F73B73">
      <w:rPr>
        <w:rFonts w:ascii="Calibri" w:hAnsi="Calibri"/>
        <w:sz w:val="22"/>
        <w:szCs w:val="22"/>
        <w:lang w:val="fi-FI"/>
      </w:rPr>
      <w:t xml:space="preserve"> </w:t>
    </w:r>
    <w:r w:rsidRPr="003C1D3E">
      <w:rPr>
        <w:rFonts w:ascii="Calibri" w:hAnsi="Calibri"/>
        <w:sz w:val="22"/>
        <w:szCs w:val="22"/>
        <w:lang w:val="fi-FI"/>
      </w:rPr>
      <w:t xml:space="preserve"> </w:t>
    </w:r>
    <w:r w:rsidR="00161CD5">
      <w:rPr>
        <w:sz w:val="20"/>
        <w:szCs w:val="20"/>
        <w:lang w:val="ru-RU"/>
      </w:rPr>
      <w:fldChar w:fldCharType="begin"/>
    </w:r>
    <w:proofErr w:type="gramEnd"/>
    <w:r w:rsidR="00161CD5" w:rsidRPr="00DA283F">
      <w:rPr>
        <w:lang w:val="en-US"/>
      </w:rPr>
      <w:instrText xml:space="preserve"> HYPERLINK "mailto:linnamajandus@narva.ee" </w:instrText>
    </w:r>
    <w:r w:rsidR="00161CD5">
      <w:rPr>
        <w:sz w:val="20"/>
        <w:szCs w:val="20"/>
        <w:lang w:val="ru-RU"/>
      </w:rPr>
      <w:fldChar w:fldCharType="separate"/>
    </w:r>
    <w:r w:rsidRPr="003C1D3E">
      <w:rPr>
        <w:rStyle w:val="Hyperlink"/>
        <w:rFonts w:ascii="Calibri" w:hAnsi="Calibri"/>
        <w:sz w:val="22"/>
        <w:szCs w:val="22"/>
        <w:lang w:val="fi-FI"/>
      </w:rPr>
      <w:t>linnamajandus@narva.ee</w:t>
    </w:r>
    <w:r w:rsidR="00161CD5">
      <w:rPr>
        <w:rStyle w:val="Hyperlink"/>
        <w:rFonts w:ascii="Calibri" w:hAnsi="Calibri"/>
        <w:sz w:val="22"/>
        <w:szCs w:val="22"/>
        <w:lang w:val="fi-FI"/>
      </w:rPr>
      <w:fldChar w:fldCharType="end"/>
    </w:r>
    <w:r w:rsidRPr="003C1D3E">
      <w:rPr>
        <w:rFonts w:ascii="Calibri" w:hAnsi="Calibri"/>
        <w:sz w:val="22"/>
        <w:szCs w:val="22"/>
        <w:lang w:val="fi-FI"/>
      </w:rPr>
      <w:tab/>
      <w:t xml:space="preserve">SEB </w:t>
    </w:r>
    <w:proofErr w:type="spellStart"/>
    <w:r w:rsidR="00410D75">
      <w:rPr>
        <w:rFonts w:ascii="Calibri" w:hAnsi="Calibri"/>
        <w:sz w:val="22"/>
        <w:szCs w:val="22"/>
        <w:lang w:val="fi-FI"/>
      </w:rPr>
      <w:t>P</w:t>
    </w:r>
    <w:r w:rsidRPr="003C1D3E">
      <w:rPr>
        <w:rFonts w:ascii="Calibri" w:hAnsi="Calibri"/>
        <w:sz w:val="22"/>
        <w:szCs w:val="22"/>
        <w:lang w:val="fi-FI"/>
      </w:rPr>
      <w:t>ank</w:t>
    </w:r>
    <w:proofErr w:type="spellEnd"/>
  </w:p>
  <w:p w:rsidR="00E327DD" w:rsidRPr="003C1D3E" w:rsidRDefault="00E327DD" w:rsidP="00E327DD">
    <w:pPr>
      <w:rPr>
        <w:rFonts w:ascii="Calibri" w:hAnsi="Calibri"/>
        <w:sz w:val="22"/>
        <w:szCs w:val="22"/>
        <w:lang w:val="en-US"/>
      </w:rPr>
    </w:pPr>
    <w:proofErr w:type="spellStart"/>
    <w:proofErr w:type="gramStart"/>
    <w:r w:rsidRPr="003C1D3E">
      <w:rPr>
        <w:rFonts w:ascii="Calibri" w:hAnsi="Calibri"/>
        <w:sz w:val="22"/>
        <w:szCs w:val="22"/>
        <w:lang w:val="en-US"/>
      </w:rPr>
      <w:t>reg</w:t>
    </w:r>
    <w:proofErr w:type="spellEnd"/>
    <w:proofErr w:type="gramEnd"/>
    <w:r w:rsidRPr="003C1D3E">
      <w:rPr>
        <w:rFonts w:ascii="Calibri" w:hAnsi="Calibri"/>
        <w:sz w:val="22"/>
        <w:szCs w:val="22"/>
        <w:lang w:val="en-US"/>
      </w:rPr>
      <w:t xml:space="preserve"> </w:t>
    </w:r>
    <w:proofErr w:type="spellStart"/>
    <w:r w:rsidRPr="003C1D3E">
      <w:rPr>
        <w:rFonts w:ascii="Calibri" w:hAnsi="Calibri"/>
        <w:sz w:val="22"/>
        <w:szCs w:val="22"/>
        <w:lang w:val="en-US"/>
      </w:rPr>
      <w:t>nr</w:t>
    </w:r>
    <w:proofErr w:type="spellEnd"/>
    <w:r w:rsidRPr="003C1D3E">
      <w:rPr>
        <w:rFonts w:ascii="Calibri" w:hAnsi="Calibri"/>
        <w:sz w:val="22"/>
        <w:szCs w:val="22"/>
        <w:lang w:val="en-US"/>
      </w:rPr>
      <w:t xml:space="preserve"> 75039729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www.narva.ee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FBC" w:rsidRDefault="00AB4FBC">
      <w:r>
        <w:separator/>
      </w:r>
    </w:p>
  </w:footnote>
  <w:footnote w:type="continuationSeparator" w:id="0">
    <w:p w:rsidR="00AB4FBC" w:rsidRDefault="00AB4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ACC" w:rsidRPr="0011537C" w:rsidRDefault="00C5713A" w:rsidP="0011537C">
    <w:pPr>
      <w:pStyle w:val="Header"/>
      <w:jc w:val="center"/>
      <w:rPr>
        <w:b/>
        <w:sz w:val="32"/>
        <w:szCs w:val="32"/>
        <w:lang w:val="fi-FI"/>
      </w:rPr>
    </w:pPr>
    <w:r>
      <w:rPr>
        <w:b/>
        <w:noProof/>
        <w:sz w:val="32"/>
        <w:szCs w:val="32"/>
        <w:lang w:val="et-EE" w:eastAsia="et-EE"/>
      </w:rPr>
      <w:drawing>
        <wp:anchor distT="0" distB="0" distL="114300" distR="114300" simplePos="0" relativeHeight="251657216" behindDoc="1" locked="0" layoutInCell="1" allowOverlap="1" wp14:anchorId="55FCF2D8" wp14:editId="63FD2AB3">
          <wp:simplePos x="0" y="0"/>
          <wp:positionH relativeFrom="column">
            <wp:posOffset>4781550</wp:posOffset>
          </wp:positionH>
          <wp:positionV relativeFrom="paragraph">
            <wp:posOffset>-106680</wp:posOffset>
          </wp:positionV>
          <wp:extent cx="571500" cy="68580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ACC" w:rsidRPr="0011537C">
      <w:rPr>
        <w:b/>
        <w:sz w:val="32"/>
        <w:szCs w:val="32"/>
        <w:lang w:val="fi-FI"/>
      </w:rPr>
      <w:t>NARVA LINNAVALITSUSE</w:t>
    </w:r>
  </w:p>
  <w:p w:rsidR="000D7ACC" w:rsidRPr="00E327DD" w:rsidRDefault="000D7ACC" w:rsidP="0011537C">
    <w:pPr>
      <w:pStyle w:val="Header"/>
      <w:jc w:val="center"/>
      <w:rPr>
        <w:b/>
        <w:sz w:val="40"/>
        <w:szCs w:val="40"/>
        <w:lang w:val="fi-FI"/>
      </w:rPr>
    </w:pPr>
    <w:r w:rsidRPr="00E327DD">
      <w:rPr>
        <w:b/>
        <w:sz w:val="40"/>
        <w:szCs w:val="40"/>
        <w:lang w:val="fi-FI"/>
      </w:rPr>
      <w:t>LINNAMAJANDUSAMET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202"/>
    <w:rsid w:val="000008A5"/>
    <w:rsid w:val="000172E5"/>
    <w:rsid w:val="0004211B"/>
    <w:rsid w:val="00045BDF"/>
    <w:rsid w:val="0006308C"/>
    <w:rsid w:val="000702E9"/>
    <w:rsid w:val="00073615"/>
    <w:rsid w:val="00083216"/>
    <w:rsid w:val="000A214A"/>
    <w:rsid w:val="000B4D98"/>
    <w:rsid w:val="000D7ACC"/>
    <w:rsid w:val="000E3784"/>
    <w:rsid w:val="0011537C"/>
    <w:rsid w:val="00120C37"/>
    <w:rsid w:val="00161CD5"/>
    <w:rsid w:val="001A4C19"/>
    <w:rsid w:val="001B1AFB"/>
    <w:rsid w:val="001B4D26"/>
    <w:rsid w:val="001C545D"/>
    <w:rsid w:val="001C6D13"/>
    <w:rsid w:val="001E11BE"/>
    <w:rsid w:val="00235880"/>
    <w:rsid w:val="00255E12"/>
    <w:rsid w:val="00267677"/>
    <w:rsid w:val="00270D9B"/>
    <w:rsid w:val="002722A7"/>
    <w:rsid w:val="00274123"/>
    <w:rsid w:val="002C3FB6"/>
    <w:rsid w:val="002E252D"/>
    <w:rsid w:val="002E3CDF"/>
    <w:rsid w:val="002F0F87"/>
    <w:rsid w:val="003168E9"/>
    <w:rsid w:val="00372D7B"/>
    <w:rsid w:val="00381850"/>
    <w:rsid w:val="00394D57"/>
    <w:rsid w:val="003C0D4D"/>
    <w:rsid w:val="003C1D3E"/>
    <w:rsid w:val="003C550C"/>
    <w:rsid w:val="003D0775"/>
    <w:rsid w:val="003E7555"/>
    <w:rsid w:val="00410D75"/>
    <w:rsid w:val="00421202"/>
    <w:rsid w:val="004278A0"/>
    <w:rsid w:val="0045286C"/>
    <w:rsid w:val="0048514A"/>
    <w:rsid w:val="004F6C93"/>
    <w:rsid w:val="00550987"/>
    <w:rsid w:val="0055358A"/>
    <w:rsid w:val="0058290C"/>
    <w:rsid w:val="0058338E"/>
    <w:rsid w:val="00595CF7"/>
    <w:rsid w:val="005966BE"/>
    <w:rsid w:val="005A1E91"/>
    <w:rsid w:val="005D3F68"/>
    <w:rsid w:val="005F74DD"/>
    <w:rsid w:val="006035EC"/>
    <w:rsid w:val="00636A29"/>
    <w:rsid w:val="006456CC"/>
    <w:rsid w:val="006A6879"/>
    <w:rsid w:val="006B58EE"/>
    <w:rsid w:val="006B5D47"/>
    <w:rsid w:val="006B75BF"/>
    <w:rsid w:val="006D5CB9"/>
    <w:rsid w:val="006E5751"/>
    <w:rsid w:val="00715CDE"/>
    <w:rsid w:val="00715CED"/>
    <w:rsid w:val="0073307A"/>
    <w:rsid w:val="00735028"/>
    <w:rsid w:val="00761A1D"/>
    <w:rsid w:val="0078327E"/>
    <w:rsid w:val="00787DBB"/>
    <w:rsid w:val="007A484B"/>
    <w:rsid w:val="007F1B61"/>
    <w:rsid w:val="00806E89"/>
    <w:rsid w:val="0085032E"/>
    <w:rsid w:val="00870033"/>
    <w:rsid w:val="00871D39"/>
    <w:rsid w:val="008833CD"/>
    <w:rsid w:val="008B70E7"/>
    <w:rsid w:val="008C50EC"/>
    <w:rsid w:val="008D3232"/>
    <w:rsid w:val="008E3EB3"/>
    <w:rsid w:val="0091235E"/>
    <w:rsid w:val="009130C1"/>
    <w:rsid w:val="00914F71"/>
    <w:rsid w:val="00921135"/>
    <w:rsid w:val="00961711"/>
    <w:rsid w:val="00983DB9"/>
    <w:rsid w:val="009A05AB"/>
    <w:rsid w:val="009D75C2"/>
    <w:rsid w:val="00A034B7"/>
    <w:rsid w:val="00A03669"/>
    <w:rsid w:val="00A128D9"/>
    <w:rsid w:val="00A22B47"/>
    <w:rsid w:val="00A25C3D"/>
    <w:rsid w:val="00A44EF5"/>
    <w:rsid w:val="00A81D6A"/>
    <w:rsid w:val="00A81EA7"/>
    <w:rsid w:val="00A9694E"/>
    <w:rsid w:val="00AB4FBC"/>
    <w:rsid w:val="00AC78A2"/>
    <w:rsid w:val="00AD376D"/>
    <w:rsid w:val="00AF3A6D"/>
    <w:rsid w:val="00B16B38"/>
    <w:rsid w:val="00B70E7B"/>
    <w:rsid w:val="00B77E96"/>
    <w:rsid w:val="00B85D70"/>
    <w:rsid w:val="00B96279"/>
    <w:rsid w:val="00BA4621"/>
    <w:rsid w:val="00BA76F0"/>
    <w:rsid w:val="00C30F8A"/>
    <w:rsid w:val="00C335C9"/>
    <w:rsid w:val="00C428D8"/>
    <w:rsid w:val="00C5713A"/>
    <w:rsid w:val="00C77A00"/>
    <w:rsid w:val="00CE0FB4"/>
    <w:rsid w:val="00D87BDD"/>
    <w:rsid w:val="00D9499B"/>
    <w:rsid w:val="00DA283F"/>
    <w:rsid w:val="00DA28C1"/>
    <w:rsid w:val="00DB36B8"/>
    <w:rsid w:val="00E11EF0"/>
    <w:rsid w:val="00E15FE3"/>
    <w:rsid w:val="00E327DD"/>
    <w:rsid w:val="00E42665"/>
    <w:rsid w:val="00E57466"/>
    <w:rsid w:val="00E60A1C"/>
    <w:rsid w:val="00E643AF"/>
    <w:rsid w:val="00E74A24"/>
    <w:rsid w:val="00E84302"/>
    <w:rsid w:val="00E90B49"/>
    <w:rsid w:val="00EA0FA6"/>
    <w:rsid w:val="00ED711C"/>
    <w:rsid w:val="00ED7648"/>
    <w:rsid w:val="00EE43E3"/>
    <w:rsid w:val="00F02AEB"/>
    <w:rsid w:val="00F25C41"/>
    <w:rsid w:val="00F724A9"/>
    <w:rsid w:val="00F72DDE"/>
    <w:rsid w:val="00F73B73"/>
    <w:rsid w:val="00F76258"/>
    <w:rsid w:val="00FB1035"/>
    <w:rsid w:val="00FC4E6E"/>
    <w:rsid w:val="00FC538E"/>
    <w:rsid w:val="00FF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202"/>
    <w:pPr>
      <w:widowControl w:val="0"/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83216"/>
    <w:pPr>
      <w:keepNext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en-US"/>
    </w:rPr>
  </w:style>
  <w:style w:type="paragraph" w:styleId="BodyText3">
    <w:name w:val="Body Text 3"/>
    <w:basedOn w:val="Normal"/>
    <w:rsid w:val="00083216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en-US"/>
    </w:rPr>
  </w:style>
  <w:style w:type="character" w:styleId="Hyperlink">
    <w:name w:val="Hyperlink"/>
    <w:uiPriority w:val="99"/>
    <w:unhideWhenUsed/>
    <w:rsid w:val="00E327DD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21202"/>
    <w:pPr>
      <w:suppressAutoHyphens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ru-RU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21202"/>
    <w:rPr>
      <w:lang w:val="ru-RU" w:eastAsia="en-US"/>
    </w:rPr>
  </w:style>
  <w:style w:type="paragraph" w:styleId="NormalWeb">
    <w:name w:val="Normal (Web)"/>
    <w:basedOn w:val="Normal"/>
    <w:rsid w:val="004851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202"/>
    <w:pPr>
      <w:widowControl w:val="0"/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83216"/>
    <w:pPr>
      <w:keepNext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en-US"/>
    </w:rPr>
  </w:style>
  <w:style w:type="paragraph" w:styleId="BodyText3">
    <w:name w:val="Body Text 3"/>
    <w:basedOn w:val="Normal"/>
    <w:rsid w:val="00083216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en-US"/>
    </w:rPr>
  </w:style>
  <w:style w:type="character" w:styleId="Hyperlink">
    <w:name w:val="Hyperlink"/>
    <w:uiPriority w:val="99"/>
    <w:unhideWhenUsed/>
    <w:rsid w:val="00E327DD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21202"/>
    <w:pPr>
      <w:suppressAutoHyphens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ru-RU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21202"/>
    <w:rPr>
      <w:lang w:val="ru-RU" w:eastAsia="en-US"/>
    </w:rPr>
  </w:style>
  <w:style w:type="paragraph" w:styleId="NormalWeb">
    <w:name w:val="Normal (Web)"/>
    <w:basedOn w:val="Normal"/>
    <w:rsid w:val="00485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i.korol@narva.e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e\Downloads\LMA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29C05-34A2-410E-B1B5-5E96B647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LMA_KIRJAPLANK</Template>
  <TotalTime>2</TotalTime>
  <Pages>1</Pages>
  <Words>220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Narva Linnavalitsus</Company>
  <LinksUpToDate>false</LinksUpToDate>
  <CharactersWithSpaces>1499</CharactersWithSpaces>
  <SharedDoc>false</SharedDoc>
  <HLinks>
    <vt:vector size="6" baseType="variant">
      <vt:variant>
        <vt:i4>917544</vt:i4>
      </vt:variant>
      <vt:variant>
        <vt:i4>0</vt:i4>
      </vt:variant>
      <vt:variant>
        <vt:i4>0</vt:i4>
      </vt:variant>
      <vt:variant>
        <vt:i4>5</vt:i4>
      </vt:variant>
      <vt:variant>
        <vt:lpwstr>mailto:linnamajandus@narva.ee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Jekaterina</dc:creator>
  <cp:lastModifiedBy>Inga</cp:lastModifiedBy>
  <cp:revision>2</cp:revision>
  <cp:lastPrinted>2017-01-04T06:19:00Z</cp:lastPrinted>
  <dcterms:created xsi:type="dcterms:W3CDTF">2018-02-23T07:24:00Z</dcterms:created>
  <dcterms:modified xsi:type="dcterms:W3CDTF">2018-02-23T07:24:00Z</dcterms:modified>
</cp:coreProperties>
</file>